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8052" w14:textId="265DE5A7" w:rsidR="00FF53F7" w:rsidRDefault="00C230D2" w:rsidP="00A8638D">
      <w:pPr>
        <w:pStyle w:val="a3"/>
        <w:tabs>
          <w:tab w:val="left" w:pos="9468"/>
        </w:tabs>
        <w:snapToGrid w:val="0"/>
        <w:spacing w:line="240" w:lineRule="auto"/>
        <w:ind w:right="-30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9200C0" wp14:editId="31ECD43A">
                <wp:simplePos x="0" y="0"/>
                <wp:positionH relativeFrom="column">
                  <wp:posOffset>19050</wp:posOffset>
                </wp:positionH>
                <wp:positionV relativeFrom="paragraph">
                  <wp:posOffset>-231140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B4C0D0" w14:textId="77777777" w:rsidR="00C230D2" w:rsidRPr="00E224EF" w:rsidRDefault="00C230D2" w:rsidP="00C230D2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200C0" id="四角形: 角を丸くする 1" o:spid="_x0000_s1026" style="position:absolute;left:0;text-align:left;margin-left:1.5pt;margin-top:-18.2pt;width:80.25pt;height: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" filled="f" strokecolor="red" strokeweight="2.25pt">
                <v:stroke joinstyle="miter"/>
                <v:path arrowok="t"/>
                <v:textbox>
                  <w:txbxContent>
                    <w:p w14:paraId="63B4C0D0" w14:textId="77777777" w:rsidR="00C230D2" w:rsidRPr="00E224EF" w:rsidRDefault="00C230D2" w:rsidP="00C230D2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</w:t>
      </w:r>
      <w:r w:rsidR="0088182E">
        <w:rPr>
          <w:rFonts w:ascii="ＭＳ 明朝" w:hAnsi="ＭＳ 明朝" w:hint="eastAsia"/>
        </w:rPr>
        <w:t>５</w:t>
      </w:r>
    </w:p>
    <w:p w14:paraId="2DB07313" w14:textId="2CF0A104" w:rsidR="00FF53F7" w:rsidRDefault="00FF53F7" w:rsidP="00A8638D">
      <w:pPr>
        <w:pStyle w:val="a3"/>
        <w:snapToGrid w:val="0"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  <w:spacing w:val="10"/>
          <w:sz w:val="32"/>
          <w:szCs w:val="32"/>
        </w:rPr>
        <w:t>基地入門者名簿（販売員）</w:t>
      </w:r>
    </w:p>
    <w:p w14:paraId="653B7CF6" w14:textId="77777777" w:rsidR="00FF53F7" w:rsidRDefault="00FF53F7" w:rsidP="00A8638D">
      <w:pPr>
        <w:pStyle w:val="a3"/>
        <w:snapToGrid w:val="0"/>
        <w:spacing w:line="240" w:lineRule="auto"/>
        <w:rPr>
          <w:spacing w:val="0"/>
        </w:rPr>
      </w:pPr>
    </w:p>
    <w:p w14:paraId="3635DA23" w14:textId="28D12C34" w:rsidR="005A1968" w:rsidRDefault="00FF53F7" w:rsidP="00A8638D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  </w:t>
      </w:r>
      <w:r w:rsidR="00AE7F49">
        <w:rPr>
          <w:rFonts w:ascii="ＭＳ 明朝" w:hAnsi="ＭＳ 明朝" w:hint="eastAsia"/>
          <w:spacing w:val="4"/>
        </w:rPr>
        <w:t xml:space="preserve">　</w:t>
      </w:r>
      <w:r w:rsidR="00F8390A">
        <w:rPr>
          <w:rFonts w:ascii="ＭＳ 明朝" w:hAnsi="ＭＳ 明朝" w:hint="eastAsia"/>
          <w:spacing w:val="4"/>
        </w:rPr>
        <w:t xml:space="preserve">　　　</w:t>
      </w:r>
      <w:r w:rsidR="00F8390A">
        <w:rPr>
          <w:rFonts w:ascii="ＭＳ 明朝" w:hAnsi="ＭＳ 明朝" w:hint="eastAsia"/>
          <w:u w:val="single" w:color="000000"/>
        </w:rPr>
        <w:t xml:space="preserve">商工会名　</w:t>
      </w:r>
      <w:r w:rsidR="00F8390A" w:rsidRPr="00F1125E">
        <w:rPr>
          <w:rFonts w:asciiTheme="majorEastAsia" w:eastAsiaTheme="majorEastAsia" w:hAnsiTheme="majorEastAsia" w:hint="eastAsia"/>
          <w:b/>
          <w:bCs/>
          <w:color w:val="FF0000"/>
          <w:u w:val="single" w:color="000000"/>
        </w:rPr>
        <w:t>愛知商工会</w:t>
      </w:r>
      <w:r w:rsidR="00F8390A">
        <w:rPr>
          <w:rFonts w:ascii="ＭＳ 明朝" w:hAnsi="ＭＳ 明朝" w:hint="eastAsia"/>
          <w:u w:val="single" w:color="000000"/>
        </w:rPr>
        <w:t xml:space="preserve">　　　　　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34"/>
        <w:gridCol w:w="2576"/>
        <w:gridCol w:w="1492"/>
        <w:gridCol w:w="4154"/>
      </w:tblGrid>
      <w:tr w:rsidR="00827948" w14:paraId="4A06EF0B" w14:textId="77777777" w:rsidTr="0088182E">
        <w:trPr>
          <w:trHeight w:val="6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325A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№</w:t>
            </w:r>
          </w:p>
          <w:p w14:paraId="14DE8508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  <w:sz w:val="21"/>
                <w:szCs w:val="21"/>
              </w:rPr>
              <w:fldChar w:fldCharType="begin"/>
            </w:r>
            <w:r>
              <w:rPr>
                <w:rFonts w:cs="Century"/>
                <w:spacing w:val="0"/>
                <w:sz w:val="21"/>
                <w:szCs w:val="21"/>
              </w:rPr>
              <w:instrText xml:space="preserve"> eq \o\ad(\s\up 7(</w:instrText>
            </w:r>
            <w:r>
              <w:rPr>
                <w:rFonts w:ascii="ＭＳ 明朝" w:hAnsi="ＭＳ 明朝" w:hint="eastAsia"/>
                <w:spacing w:val="-8"/>
                <w:sz w:val="8"/>
                <w:szCs w:val="8"/>
              </w:rPr>
              <w:instrText xml:space="preserve">　　　　　　　</w:instrText>
            </w:r>
            <w:r>
              <w:rPr>
                <w:rFonts w:cs="Century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  <w:spacing w:val="-4"/>
                <w:sz w:val="16"/>
                <w:szCs w:val="16"/>
              </w:rPr>
              <w:instrText>（責任者に○）</w:instrText>
            </w:r>
            <w:r>
              <w:rPr>
                <w:rFonts w:cs="Century"/>
                <w:spacing w:val="0"/>
                <w:sz w:val="21"/>
                <w:szCs w:val="21"/>
              </w:rPr>
              <w:instrText>)</w:instrText>
            </w:r>
            <w:r>
              <w:rPr>
                <w:rFonts w:cs="Century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251AF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14:paraId="69246EE1" w14:textId="77777777" w:rsidR="00827948" w:rsidRPr="00E667A4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E667A4">
              <w:rPr>
                <w:rFonts w:cs="Century" w:hint="eastAsia"/>
                <w:spacing w:val="0"/>
              </w:rPr>
              <w:t>氏名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E9271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  <w:p w14:paraId="6B04D7AF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0"/>
                <w:szCs w:val="20"/>
              </w:rPr>
              <w:t>（年齢）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D33E39" w14:textId="77777777" w:rsidR="00827948" w:rsidRDefault="00827948" w:rsidP="0088182E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  <w:r w:rsidR="0088182E">
              <w:rPr>
                <w:rFonts w:ascii="ＭＳ 明朝" w:hAnsi="ＭＳ 明朝" w:hint="eastAsia"/>
              </w:rPr>
              <w:t>及び</w:t>
            </w:r>
            <w:r>
              <w:rPr>
                <w:spacing w:val="0"/>
              </w:rPr>
              <w:t>携帯電話番号</w:t>
            </w:r>
          </w:p>
        </w:tc>
      </w:tr>
      <w:tr w:rsidR="00F8390A" w14:paraId="06BC425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46C7" w14:textId="5BABA8BE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56666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しょうこう　じろう</w:t>
            </w:r>
          </w:p>
          <w:p w14:paraId="56D3FC80" w14:textId="29E64E0B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商　工　二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4CC08F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S*</w:t>
            </w:r>
            <w:proofErr w:type="gramStart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</w:t>
            </w:r>
            <w:proofErr w:type="gramEnd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*.**</w:t>
            </w:r>
          </w:p>
          <w:p w14:paraId="69219700" w14:textId="3283E925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93F6F4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愛知県名古屋市中村区･･･**-**</w:t>
            </w:r>
          </w:p>
          <w:p w14:paraId="588F2646" w14:textId="0C75B633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6EFFF94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9E78E" w14:textId="1ADB87EA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２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9D72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あいち　さぶろう</w:t>
            </w:r>
          </w:p>
          <w:p w14:paraId="68806CB2" w14:textId="75BECC86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　知　三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93215" w14:textId="21EA87F0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H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</w:t>
            </w:r>
            <w:proofErr w:type="gramStart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</w:t>
            </w:r>
            <w:proofErr w:type="gramEnd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*.**</w:t>
            </w:r>
          </w:p>
          <w:p w14:paraId="4812F379" w14:textId="62C31DC7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5A467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愛知県名古屋市東区･･･**-**</w:t>
            </w:r>
          </w:p>
          <w:p w14:paraId="70C27499" w14:textId="0C4D2D27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7D62A76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27FA" w14:textId="07C9EB64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３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5813F9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なごや　しろう</w:t>
            </w:r>
          </w:p>
          <w:p w14:paraId="6D460A2A" w14:textId="16031D96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名古屋　四　朗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2CD13" w14:textId="4C1DE130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H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</w:t>
            </w:r>
            <w:proofErr w:type="gramStart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</w:t>
            </w:r>
            <w:proofErr w:type="gramEnd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*.**</w:t>
            </w:r>
          </w:p>
          <w:p w14:paraId="440D4BED" w14:textId="6AD2139D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475357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愛知県名古屋市西区･･･**-**</w:t>
            </w:r>
          </w:p>
          <w:p w14:paraId="5A7CB618" w14:textId="0354FA44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0779DEDB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482D" w14:textId="6E11A505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４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F4920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なごや　いちろう</w:t>
            </w:r>
          </w:p>
          <w:p w14:paraId="11D5341C" w14:textId="0291EB09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名古屋　一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2745D" w14:textId="38C19FAF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S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</w:t>
            </w:r>
            <w:proofErr w:type="gramStart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</w:t>
            </w:r>
            <w:proofErr w:type="gramEnd"/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*.**</w:t>
            </w:r>
          </w:p>
          <w:p w14:paraId="2918D40F" w14:textId="1A66E131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D9D144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愛知県名古屋市北区･･･**-**</w:t>
            </w:r>
          </w:p>
          <w:p w14:paraId="72357296" w14:textId="7A3E0DF1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827948" w14:paraId="6FE61177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71C7F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230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9F5BD2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6537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79BDA9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E743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85DC1F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73E56417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F70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6A41B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368698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A4CAF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80C242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D4AB2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DB640E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08766CF4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DB5B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706AD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C0B47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D92A8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44248E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38C0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350A92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50483E0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E851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83880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806973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E3D9A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3215F6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56427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241C5A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6F11ADE2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092B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8A7B0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9FC7F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C8111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E43C96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92B43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C193BA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6BF51B4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8B70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A17D9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25C476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2CE93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AFB4A1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6D2F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EE8097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7381739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AE2077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201FF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676288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DFEBEDB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ECA74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DA593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9C4CB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6D6BC15A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F9A2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29D01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D1FE65A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D50427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60D36F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018F3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AE1399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492E7AA8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595E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B5853B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9C503F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37262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BE875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5A2BA2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248AD55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267555A1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464A3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A35806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18AE7C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EB5FCA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8C6AAB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8F07C3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229BE46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7FEC5858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BEE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438834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2CD015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B94743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7EFBB5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1F46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73B104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29061F08" w14:textId="77777777" w:rsidR="005A1968" w:rsidRDefault="005A1968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</w:p>
    <w:p w14:paraId="6AE14182" w14:textId="77777777" w:rsidR="0088182E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注意</w:t>
      </w:r>
    </w:p>
    <w:p w14:paraId="5E9AFCA1" w14:textId="77777777" w:rsidR="00AE7F49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提出</w:t>
      </w:r>
      <w:r w:rsidR="00C940C1">
        <w:rPr>
          <w:rFonts w:ascii="ＭＳ 明朝" w:hAnsi="ＭＳ 明朝" w:hint="eastAsia"/>
        </w:rPr>
        <w:t>以降の人員の追加・変更は認めない。</w:t>
      </w:r>
    </w:p>
    <w:sectPr w:rsidR="00AE7F49" w:rsidSect="00AE7F49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3855" w14:textId="77777777" w:rsidR="0056680D" w:rsidRDefault="0056680D">
      <w:r>
        <w:separator/>
      </w:r>
    </w:p>
  </w:endnote>
  <w:endnote w:type="continuationSeparator" w:id="0">
    <w:p w14:paraId="13BD34B3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959C" w14:textId="77777777" w:rsidR="0056680D" w:rsidRDefault="0056680D">
      <w:r>
        <w:separator/>
      </w:r>
    </w:p>
  </w:footnote>
  <w:footnote w:type="continuationSeparator" w:id="0">
    <w:p w14:paraId="5D5C6AAC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9E30" w14:textId="77777777" w:rsidR="00DA23DE" w:rsidRPr="00AE7F49" w:rsidRDefault="00AE7F49" w:rsidP="00AE7F49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1997950979">
    <w:abstractNumId w:val="4"/>
  </w:num>
  <w:num w:numId="2" w16cid:durableId="853761504">
    <w:abstractNumId w:val="3"/>
  </w:num>
  <w:num w:numId="3" w16cid:durableId="390226494">
    <w:abstractNumId w:val="1"/>
  </w:num>
  <w:num w:numId="4" w16cid:durableId="364526672">
    <w:abstractNumId w:val="0"/>
  </w:num>
  <w:num w:numId="5" w16cid:durableId="1633293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254F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182E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638D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E7F49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230D2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390A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0173306"/>
  <w15:docId w15:val="{D086B36C-2CCC-4942-8DAF-D701733F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C03D-4500-4451-8274-5918C788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kenren30-05</cp:lastModifiedBy>
  <cp:revision>8</cp:revision>
  <cp:lastPrinted>2016-12-09T03:03:00Z</cp:lastPrinted>
  <dcterms:created xsi:type="dcterms:W3CDTF">2017-01-04T05:27:00Z</dcterms:created>
  <dcterms:modified xsi:type="dcterms:W3CDTF">2022-12-22T06:33:00Z</dcterms:modified>
</cp:coreProperties>
</file>